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3F21AA" w:rsidTr="00050DA7">
        <w:tc>
          <w:tcPr>
            <w:tcW w:w="4428" w:type="dxa"/>
          </w:tcPr>
          <w:p w:rsidR="000348ED" w:rsidRPr="003F21AA" w:rsidRDefault="005D05AC" w:rsidP="003F21AA">
            <w:pPr>
              <w:tabs>
                <w:tab w:val="left" w:pos="851"/>
              </w:tabs>
            </w:pPr>
            <w:r w:rsidRPr="003F21AA">
              <w:t>From:</w:t>
            </w:r>
            <w:r w:rsidRPr="003F21AA">
              <w:tab/>
            </w:r>
            <w:r w:rsidR="003F21AA" w:rsidRPr="003F21AA">
              <w:t>ANM</w:t>
            </w:r>
            <w:r w:rsidR="00CA04AF" w:rsidRPr="003F21AA">
              <w:t xml:space="preserve"> </w:t>
            </w:r>
            <w:r w:rsidRPr="003F21AA">
              <w:t>C</w:t>
            </w:r>
            <w:r w:rsidR="00050DA7" w:rsidRPr="003F21AA">
              <w:t>ommittee</w:t>
            </w:r>
          </w:p>
        </w:tc>
        <w:tc>
          <w:tcPr>
            <w:tcW w:w="5461" w:type="dxa"/>
          </w:tcPr>
          <w:p w:rsidR="000348ED" w:rsidRPr="003F21AA" w:rsidRDefault="003F21AA" w:rsidP="005D05AC">
            <w:pPr>
              <w:jc w:val="right"/>
            </w:pPr>
            <w:r w:rsidRPr="003F21AA">
              <w:t>ANM15</w:t>
            </w:r>
            <w:r w:rsidR="005D05AC" w:rsidRPr="003F21AA">
              <w:t>/output/</w:t>
            </w:r>
            <w:r w:rsidR="00E52F39">
              <w:t>6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3F21AA" w:rsidRDefault="005D05AC" w:rsidP="003F21AA">
            <w:pPr>
              <w:tabs>
                <w:tab w:val="left" w:pos="851"/>
              </w:tabs>
            </w:pPr>
            <w:r w:rsidRPr="003F21AA">
              <w:t>To:</w:t>
            </w:r>
            <w:r w:rsidRPr="003F21AA">
              <w:tab/>
            </w:r>
            <w:r w:rsidR="003F21AA" w:rsidRPr="003F21AA">
              <w:t>VTS</w:t>
            </w:r>
            <w:r w:rsidR="00CA04AF" w:rsidRPr="003F21AA">
              <w:t xml:space="preserve"> </w:t>
            </w:r>
            <w:r w:rsidR="00902AA4" w:rsidRPr="003F21AA">
              <w:t>Committee</w:t>
            </w:r>
          </w:p>
        </w:tc>
        <w:tc>
          <w:tcPr>
            <w:tcW w:w="5461" w:type="dxa"/>
          </w:tcPr>
          <w:p w:rsidR="000348ED" w:rsidRPr="00B15B24" w:rsidRDefault="003F21AA" w:rsidP="001A654A">
            <w:pPr>
              <w:jc w:val="right"/>
            </w:pPr>
            <w:r w:rsidRPr="003F21AA">
              <w:t>15 October</w:t>
            </w:r>
            <w:r w:rsidR="005D05AC" w:rsidRPr="003F21AA">
              <w:t xml:space="preserve"> 20</w:t>
            </w:r>
            <w:r w:rsidR="001A654A" w:rsidRPr="003F21AA">
              <w:t>1</w:t>
            </w:r>
            <w:r w:rsidRPr="003F21AA">
              <w:t>0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3F21AA" w:rsidRPr="003F21AA" w:rsidRDefault="00E52F39" w:rsidP="003F21AA">
      <w:pPr>
        <w:pStyle w:val="Title"/>
        <w:spacing w:before="480" w:after="120"/>
      </w:pPr>
      <w:r>
        <w:t>VTS in</w:t>
      </w:r>
      <w:r w:rsidR="00D856DB">
        <w:t xml:space="preserve"> </w:t>
      </w:r>
      <w:r>
        <w:t>VTM</w:t>
      </w:r>
    </w:p>
    <w:p w:rsidR="0064435F" w:rsidRPr="00B15B24" w:rsidRDefault="0064435F" w:rsidP="003F21AA">
      <w:pPr>
        <w:pStyle w:val="Heading1"/>
        <w:tabs>
          <w:tab w:val="clear" w:pos="432"/>
        </w:tabs>
        <w:ind w:left="567" w:hanging="567"/>
        <w:rPr>
          <w:lang w:val="en-GB"/>
        </w:rPr>
      </w:pPr>
      <w:r w:rsidRPr="00B15B24">
        <w:rPr>
          <w:lang w:val="en-GB"/>
        </w:rPr>
        <w:t>Introduction</w:t>
      </w:r>
    </w:p>
    <w:p w:rsidR="00B8247E" w:rsidRPr="00B15B24" w:rsidRDefault="003F21AA" w:rsidP="00002906">
      <w:pPr>
        <w:pStyle w:val="BodyText"/>
      </w:pPr>
      <w:r w:rsidRPr="003F21AA">
        <w:t>ANM have noted the liaison note VTS31/output/4</w:t>
      </w:r>
      <w:r w:rsidR="00E52F39">
        <w:t xml:space="preserve"> and the request for comment</w:t>
      </w:r>
      <w:r w:rsidRPr="003F21AA">
        <w:t>.</w:t>
      </w:r>
    </w:p>
    <w:p w:rsidR="00902AA4" w:rsidRDefault="003F21AA" w:rsidP="00135447">
      <w:pPr>
        <w:pStyle w:val="Heading1"/>
        <w:rPr>
          <w:lang w:val="en-GB"/>
        </w:rPr>
      </w:pPr>
      <w:r>
        <w:rPr>
          <w:lang w:val="en-GB"/>
        </w:rPr>
        <w:t>Comment</w:t>
      </w:r>
    </w:p>
    <w:p w:rsidR="00E52F39" w:rsidRDefault="00E52F39" w:rsidP="00E52F39">
      <w:pPr>
        <w:pStyle w:val="BodyText"/>
      </w:pPr>
      <w:r>
        <w:t>The Committee felt that the overall definition of VTM may require further examination to ensure that the development</w:t>
      </w:r>
      <w:r w:rsidR="00D856DB">
        <w:t xml:space="preserve"> and understanding</w:t>
      </w:r>
      <w:r>
        <w:t xml:space="preserve"> of the concept is in line with the requirements and work of other IALA Committees.</w:t>
      </w:r>
      <w:bookmarkStart w:id="0" w:name="_GoBack"/>
      <w:bookmarkEnd w:id="0"/>
    </w:p>
    <w:p w:rsidR="003F21AA" w:rsidRPr="003F21AA" w:rsidRDefault="003F21AA" w:rsidP="00E52F39">
      <w:pPr>
        <w:pStyle w:val="BodyText"/>
        <w:rPr>
          <w:b/>
        </w:rPr>
      </w:pPr>
      <w:r w:rsidRPr="003F21AA">
        <w:rPr>
          <w:b/>
        </w:rPr>
        <w:t>Introduction</w:t>
      </w:r>
    </w:p>
    <w:p w:rsidR="003F21AA" w:rsidRDefault="00E52F39" w:rsidP="003F21AA">
      <w:pPr>
        <w:pStyle w:val="BodyText"/>
      </w:pPr>
      <w:r w:rsidRPr="00E52F39">
        <w:t>The fourth bullet point: Protection of the marine environment shou</w:t>
      </w:r>
      <w:r w:rsidR="00D856DB">
        <w:t xml:space="preserve">ld be amended to encompass </w:t>
      </w:r>
      <w:r w:rsidRPr="00E52F39">
        <w:t>the whole environment (e.g. air pollution from a marine incident).</w:t>
      </w:r>
    </w:p>
    <w:p w:rsidR="003F21AA" w:rsidRPr="003F21AA" w:rsidRDefault="00E52F39" w:rsidP="003F21AA">
      <w:pPr>
        <w:pStyle w:val="BodyText"/>
        <w:rPr>
          <w:b/>
        </w:rPr>
      </w:pPr>
      <w:r>
        <w:rPr>
          <w:b/>
        </w:rPr>
        <w:t xml:space="preserve">The </w:t>
      </w:r>
      <w:r w:rsidRPr="003F21AA">
        <w:rPr>
          <w:b/>
        </w:rPr>
        <w:t xml:space="preserve">Concept </w:t>
      </w:r>
      <w:r>
        <w:rPr>
          <w:b/>
        </w:rPr>
        <w:t>of VTM</w:t>
      </w:r>
    </w:p>
    <w:p w:rsidR="003F21AA" w:rsidRDefault="00E52F39" w:rsidP="003F21AA">
      <w:pPr>
        <w:pStyle w:val="BodyText"/>
      </w:pPr>
      <w:r w:rsidRPr="00E52F39">
        <w:t>The last 3 sub paragraphs do not add to an understanding of the concept of VTM but are background information.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3F21AA" w:rsidRPr="003F21AA" w:rsidRDefault="00902AA4" w:rsidP="003F21AA">
      <w:pPr>
        <w:pStyle w:val="BodyText"/>
      </w:pPr>
      <w:r w:rsidRPr="00B15B24">
        <w:t xml:space="preserve">The </w:t>
      </w:r>
      <w:r w:rsidR="003F21AA">
        <w:t>VTS Committee</w:t>
      </w:r>
      <w:r w:rsidRPr="00B15B24">
        <w:t xml:space="preserve"> is requested to</w:t>
      </w:r>
      <w:r w:rsidR="003F21AA">
        <w:t xml:space="preserve"> consider the comments provided.</w:t>
      </w:r>
    </w:p>
    <w:sectPr w:rsidR="003F21AA" w:rsidRPr="003F21AA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5CF" w:rsidRDefault="003F55CF" w:rsidP="00002906">
      <w:r>
        <w:separator/>
      </w:r>
    </w:p>
  </w:endnote>
  <w:endnote w:type="continuationSeparator" w:id="0">
    <w:p w:rsidR="003F55CF" w:rsidRDefault="003F55C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856D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5CF" w:rsidRDefault="003F55CF" w:rsidP="00002906">
      <w:r>
        <w:separator/>
      </w:r>
    </w:p>
  </w:footnote>
  <w:footnote w:type="continuationSeparator" w:id="0">
    <w:p w:rsidR="003F55CF" w:rsidRDefault="003F55C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1AA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3D55DD"/>
    <w:rsid w:val="003E1831"/>
    <w:rsid w:val="003F21AA"/>
    <w:rsid w:val="003F55CF"/>
    <w:rsid w:val="00424954"/>
    <w:rsid w:val="004638B1"/>
    <w:rsid w:val="004C1386"/>
    <w:rsid w:val="004C220D"/>
    <w:rsid w:val="00576E41"/>
    <w:rsid w:val="005C2C5D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CA04AF"/>
    <w:rsid w:val="00D856DB"/>
    <w:rsid w:val="00E52F39"/>
    <w:rsid w:val="00E93C9B"/>
    <w:rsid w:val="00EE3F2F"/>
    <w:rsid w:val="00F45046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Administration%20-%20Committee%20File\Current%20template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20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4</cp:revision>
  <cp:lastPrinted>2006-10-19T10:49:00Z</cp:lastPrinted>
  <dcterms:created xsi:type="dcterms:W3CDTF">2010-10-14T11:01:00Z</dcterms:created>
  <dcterms:modified xsi:type="dcterms:W3CDTF">2010-10-14T13:58:00Z</dcterms:modified>
</cp:coreProperties>
</file>